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2CE2A" w14:textId="24215623" w:rsidR="004B64AC" w:rsidRPr="007F62A3" w:rsidRDefault="004B64AC" w:rsidP="004B64AC">
      <w:pPr>
        <w:pStyle w:val="Caption"/>
      </w:pPr>
      <w:r w:rsidRPr="007F62A3">
        <w:t>Figure S2. Isomeke density plots calculated from individual quartz inclusion measurements from (a) SR-21, (b) SR-7, (c) SR-5, and (d) SR-26. Bold black curves are the isomekes for P1, P2, and P3.</w:t>
      </w:r>
    </w:p>
    <w:p w14:paraId="5CA237A9" w14:textId="1B3ADC26" w:rsidR="00F5258E" w:rsidRPr="004B64AC" w:rsidRDefault="004B64AC" w:rsidP="004B64AC">
      <w:r w:rsidRPr="007F62A3">
        <w:rPr>
          <w:noProof/>
        </w:rPr>
        <w:drawing>
          <wp:anchor distT="0" distB="0" distL="114300" distR="114300" simplePos="0" relativeHeight="251659264" behindDoc="0" locked="0" layoutInCell="1" allowOverlap="1" wp14:anchorId="3C1C5A92" wp14:editId="654E2745">
            <wp:simplePos x="0" y="0"/>
            <wp:positionH relativeFrom="column">
              <wp:posOffset>0</wp:posOffset>
            </wp:positionH>
            <wp:positionV relativeFrom="page">
              <wp:posOffset>358140</wp:posOffset>
            </wp:positionV>
            <wp:extent cx="6362700" cy="5126990"/>
            <wp:effectExtent l="0" t="0" r="0" b="0"/>
            <wp:wrapSquare wrapText="bothSides"/>
            <wp:docPr id="5" name="Picture 4" descr="A diagram of a temperature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38A1A48D-7CE4-1686-A2FF-B8C211CC1D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diagram of a temperature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38A1A48D-7CE4-1686-A2FF-B8C211CC1D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512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258E" w:rsidRPr="004B64AC" w:rsidSect="00F512A5">
      <w:footerReference w:type="default" r:id="rId9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7F98D" w14:textId="77777777" w:rsidR="005C3A79" w:rsidRDefault="005C3A79" w:rsidP="006D0C96">
      <w:pPr>
        <w:spacing w:line="240" w:lineRule="auto"/>
      </w:pPr>
      <w:r>
        <w:separator/>
      </w:r>
    </w:p>
  </w:endnote>
  <w:endnote w:type="continuationSeparator" w:id="0">
    <w:p w14:paraId="45170466" w14:textId="77777777" w:rsidR="005C3A79" w:rsidRDefault="005C3A79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8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F0DB4" w14:textId="77777777" w:rsidR="005C3A79" w:rsidRDefault="005C3A79" w:rsidP="006D0C96">
      <w:pPr>
        <w:spacing w:line="240" w:lineRule="auto"/>
      </w:pPr>
      <w:r>
        <w:separator/>
      </w:r>
    </w:p>
  </w:footnote>
  <w:footnote w:type="continuationSeparator" w:id="0">
    <w:p w14:paraId="77A34AE2" w14:textId="77777777" w:rsidR="005C3A79" w:rsidRDefault="005C3A79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13"/>
    <w:rsid w:val="00041A84"/>
    <w:rsid w:val="0005690A"/>
    <w:rsid w:val="00075F28"/>
    <w:rsid w:val="00084789"/>
    <w:rsid w:val="000A1B66"/>
    <w:rsid w:val="000C3A9F"/>
    <w:rsid w:val="00135329"/>
    <w:rsid w:val="001C5EB9"/>
    <w:rsid w:val="00200B97"/>
    <w:rsid w:val="00203F92"/>
    <w:rsid w:val="002D7ECA"/>
    <w:rsid w:val="003118C8"/>
    <w:rsid w:val="00335619"/>
    <w:rsid w:val="003A4FB4"/>
    <w:rsid w:val="003D5288"/>
    <w:rsid w:val="00450DB9"/>
    <w:rsid w:val="00463568"/>
    <w:rsid w:val="004B64AC"/>
    <w:rsid w:val="004D0F1A"/>
    <w:rsid w:val="00542A82"/>
    <w:rsid w:val="0055217B"/>
    <w:rsid w:val="00564213"/>
    <w:rsid w:val="005A4F32"/>
    <w:rsid w:val="005C3A79"/>
    <w:rsid w:val="006326D7"/>
    <w:rsid w:val="00670F05"/>
    <w:rsid w:val="006D0C96"/>
    <w:rsid w:val="0070537F"/>
    <w:rsid w:val="00733CBB"/>
    <w:rsid w:val="00751A44"/>
    <w:rsid w:val="00796A7F"/>
    <w:rsid w:val="00855006"/>
    <w:rsid w:val="00883829"/>
    <w:rsid w:val="008B719F"/>
    <w:rsid w:val="008E213F"/>
    <w:rsid w:val="008E3110"/>
    <w:rsid w:val="009150E4"/>
    <w:rsid w:val="0091791F"/>
    <w:rsid w:val="00932F15"/>
    <w:rsid w:val="00943440"/>
    <w:rsid w:val="009D38E2"/>
    <w:rsid w:val="009F2C0A"/>
    <w:rsid w:val="00A17EED"/>
    <w:rsid w:val="00AE4157"/>
    <w:rsid w:val="00B4015F"/>
    <w:rsid w:val="00B5719D"/>
    <w:rsid w:val="00B62878"/>
    <w:rsid w:val="00B75342"/>
    <w:rsid w:val="00B94A58"/>
    <w:rsid w:val="00BD0523"/>
    <w:rsid w:val="00C1589F"/>
    <w:rsid w:val="00C26311"/>
    <w:rsid w:val="00C35812"/>
    <w:rsid w:val="00C82F79"/>
    <w:rsid w:val="00CC51D0"/>
    <w:rsid w:val="00CD59BA"/>
    <w:rsid w:val="00CF3DD9"/>
    <w:rsid w:val="00D40CE0"/>
    <w:rsid w:val="00DB4E53"/>
    <w:rsid w:val="00E00253"/>
    <w:rsid w:val="00E00339"/>
    <w:rsid w:val="00E142A8"/>
    <w:rsid w:val="00E861A5"/>
    <w:rsid w:val="00ED6B96"/>
    <w:rsid w:val="00EE58C0"/>
    <w:rsid w:val="00F35903"/>
    <w:rsid w:val="00F512A5"/>
    <w:rsid w:val="00F5258E"/>
    <w:rsid w:val="00F64C9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Benjamin Aaron Pummell</cp:lastModifiedBy>
  <cp:revision>2</cp:revision>
  <cp:lastPrinted>2016-02-01T07:21:00Z</cp:lastPrinted>
  <dcterms:created xsi:type="dcterms:W3CDTF">2024-07-17T18:21:00Z</dcterms:created>
  <dcterms:modified xsi:type="dcterms:W3CDTF">2024-07-17T18:21:00Z</dcterms:modified>
</cp:coreProperties>
</file>